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C611B" w14:textId="77777777" w:rsidR="00964581" w:rsidRDefault="00964581">
      <w:pPr>
        <w:rPr>
          <w:rtl/>
        </w:rPr>
      </w:pPr>
    </w:p>
    <w:sectPr w:rsidR="00964581" w:rsidSect="004F1B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18" w:bottom="1701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E39EE" w14:textId="77777777" w:rsidR="009456DB" w:rsidRDefault="009456DB" w:rsidP="004F1BB0">
      <w:pPr>
        <w:spacing w:after="0" w:line="240" w:lineRule="auto"/>
      </w:pPr>
      <w:r>
        <w:separator/>
      </w:r>
    </w:p>
  </w:endnote>
  <w:endnote w:type="continuationSeparator" w:id="0">
    <w:p w14:paraId="073F7D91" w14:textId="77777777" w:rsidR="009456DB" w:rsidRDefault="009456DB" w:rsidP="004F1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matn">
    <w:panose1 w:val="00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40F52" w14:textId="77777777" w:rsidR="00D5335D" w:rsidRDefault="00D533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E2E41" w14:textId="77777777" w:rsidR="004F1BB0" w:rsidRDefault="004F1BB0">
    <w:pPr>
      <w:pStyle w:val="Foot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1EC81AE8" wp14:editId="491EDED1">
          <wp:simplePos x="0" y="0"/>
          <wp:positionH relativeFrom="page">
            <wp:align>right</wp:align>
          </wp:positionH>
          <wp:positionV relativeFrom="paragraph">
            <wp:posOffset>-513273</wp:posOffset>
          </wp:positionV>
          <wp:extent cx="7560000" cy="1117856"/>
          <wp:effectExtent l="0" t="0" r="3175" b="635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pehrAsam-A4-Fa-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1178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F8926" w14:textId="77777777" w:rsidR="00D5335D" w:rsidRDefault="00D53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A7344" w14:textId="77777777" w:rsidR="009456DB" w:rsidRDefault="009456DB" w:rsidP="004F1BB0">
      <w:pPr>
        <w:spacing w:after="0" w:line="240" w:lineRule="auto"/>
      </w:pPr>
      <w:r>
        <w:separator/>
      </w:r>
    </w:p>
  </w:footnote>
  <w:footnote w:type="continuationSeparator" w:id="0">
    <w:p w14:paraId="39599FA4" w14:textId="77777777" w:rsidR="009456DB" w:rsidRDefault="009456DB" w:rsidP="004F1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B012C" w14:textId="77777777" w:rsidR="00D5335D" w:rsidRDefault="00D533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B0A91" w14:textId="77777777" w:rsidR="004F1BB0" w:rsidRDefault="004F1BB0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E6DB2E4" wp14:editId="4174A095">
              <wp:simplePos x="0" y="0"/>
              <wp:positionH relativeFrom="leftMargin">
                <wp:posOffset>278296</wp:posOffset>
              </wp:positionH>
              <wp:positionV relativeFrom="page">
                <wp:posOffset>373711</wp:posOffset>
              </wp:positionV>
              <wp:extent cx="770890" cy="569015"/>
              <wp:effectExtent l="0" t="0" r="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890" cy="569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6648E4" w14:textId="77777777" w:rsidR="004F1BB0" w:rsidRPr="004F1BB0" w:rsidRDefault="004F1BB0" w:rsidP="004F1BB0">
                          <w:pPr>
                            <w:spacing w:line="240" w:lineRule="auto"/>
                            <w:rPr>
                              <w:rFonts w:ascii="Vazirmatn" w:hAnsi="Vazirmatn" w:cs="Vazirmat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azirmatn" w:hAnsi="Vazirmatn" w:cs="Vazirmatn" w:hint="cs"/>
                              <w:sz w:val="16"/>
                              <w:szCs w:val="16"/>
                              <w:rtl/>
                            </w:rPr>
                            <w:t>14020920024</w:t>
                          </w:r>
                          <w:r>
                            <w:rPr>
                              <w:rFonts w:ascii="Vazirmatn" w:hAnsi="Vazirmatn" w:cs="Vazirmatn"/>
                              <w:sz w:val="16"/>
                              <w:szCs w:val="16"/>
                              <w:rtl/>
                            </w:rPr>
                            <w:br/>
                          </w:r>
                          <w:r>
                            <w:rPr>
                              <w:rFonts w:ascii="Vazirmatn" w:hAnsi="Vazirmatn" w:cs="Vazirmatn" w:hint="cs"/>
                              <w:sz w:val="16"/>
                              <w:szCs w:val="16"/>
                              <w:rtl/>
                            </w:rPr>
                            <w:t>1402-09-25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DB2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1.9pt;margin-top:29.45pt;width:60.7pt;height:44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" filled="f" stroked="f">
              <v:textbox>
                <w:txbxContent>
                  <w:p w14:paraId="536648E4" w14:textId="77777777" w:rsidR="004F1BB0" w:rsidRPr="004F1BB0" w:rsidRDefault="004F1BB0" w:rsidP="004F1BB0">
                    <w:pPr>
                      <w:spacing w:line="240" w:lineRule="auto"/>
                      <w:rPr>
                        <w:rFonts w:ascii="Vazirmatn" w:hAnsi="Vazirmatn" w:cs="Vazirmatn"/>
                        <w:sz w:val="16"/>
                        <w:szCs w:val="16"/>
                      </w:rPr>
                    </w:pPr>
                    <w:r>
                      <w:rPr>
                        <w:rFonts w:ascii="Vazirmatn" w:hAnsi="Vazirmatn" w:cs="Vazirmatn" w:hint="cs"/>
                        <w:sz w:val="16"/>
                        <w:szCs w:val="16"/>
                        <w:rtl/>
                      </w:rPr>
                      <w:t>14020920024</w:t>
                    </w:r>
                    <w:r>
                      <w:rPr>
                        <w:rFonts w:ascii="Vazirmatn" w:hAnsi="Vazirmatn" w:cs="Vazirmatn"/>
                        <w:sz w:val="16"/>
                        <w:szCs w:val="16"/>
                        <w:rtl/>
                      </w:rPr>
                      <w:br/>
                    </w:r>
                    <w:r>
                      <w:rPr>
                        <w:rFonts w:ascii="Vazirmatn" w:hAnsi="Vazirmatn" w:cs="Vazirmatn" w:hint="cs"/>
                        <w:sz w:val="16"/>
                        <w:szCs w:val="16"/>
                        <w:rtl/>
                      </w:rPr>
                      <w:t>1402-09-25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3241401B" wp14:editId="703DBEF1">
              <wp:simplePos x="0" y="0"/>
              <wp:positionH relativeFrom="column">
                <wp:posOffset>77443</wp:posOffset>
              </wp:positionH>
              <wp:positionV relativeFrom="page">
                <wp:posOffset>381000</wp:posOffset>
              </wp:positionV>
              <wp:extent cx="532655" cy="569015"/>
              <wp:effectExtent l="0" t="0" r="0" b="254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655" cy="569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FBFCCC" w14:textId="77777777" w:rsidR="004F1BB0" w:rsidRPr="004F1BB0" w:rsidRDefault="004F1BB0" w:rsidP="004F1BB0">
                          <w:pPr>
                            <w:spacing w:line="240" w:lineRule="auto"/>
                            <w:jc w:val="right"/>
                            <w:rPr>
                              <w:rFonts w:ascii="Vazirmatn" w:hAnsi="Vazirmatn" w:cs="Vazirmatn"/>
                              <w:sz w:val="16"/>
                              <w:szCs w:val="16"/>
                            </w:rPr>
                          </w:pPr>
                          <w:r w:rsidRPr="004F1BB0">
                            <w:rPr>
                              <w:rFonts w:ascii="Vazirmatn" w:hAnsi="Vazirmatn" w:cs="Vazirmatn"/>
                              <w:sz w:val="16"/>
                              <w:szCs w:val="16"/>
                              <w:rtl/>
                            </w:rPr>
                            <w:t>شماره :</w:t>
                          </w:r>
                          <w:r w:rsidRPr="004F1BB0">
                            <w:rPr>
                              <w:rFonts w:ascii="Vazirmatn" w:hAnsi="Vazirmatn" w:cs="Vazirmatn"/>
                              <w:sz w:val="16"/>
                              <w:szCs w:val="16"/>
                              <w:rtl/>
                            </w:rPr>
                            <w:br/>
                            <w:t>تاریخ 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41401B" id="_x0000_s1027" type="#_x0000_t202" style="position:absolute;left:0;text-align:left;margin-left:6.1pt;margin-top:30pt;width:41.95pt;height:44.8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" filled="f" stroked="f">
              <v:textbox>
                <w:txbxContent>
                  <w:p w14:paraId="2AFBFCCC" w14:textId="77777777" w:rsidR="004F1BB0" w:rsidRPr="004F1BB0" w:rsidRDefault="004F1BB0" w:rsidP="004F1BB0">
                    <w:pPr>
                      <w:spacing w:line="240" w:lineRule="auto"/>
                      <w:jc w:val="right"/>
                      <w:rPr>
                        <w:rFonts w:ascii="Vazirmatn" w:hAnsi="Vazirmatn" w:cs="Vazirmatn"/>
                        <w:sz w:val="16"/>
                        <w:szCs w:val="16"/>
                      </w:rPr>
                    </w:pPr>
                    <w:r w:rsidRPr="004F1BB0">
                      <w:rPr>
                        <w:rFonts w:ascii="Vazirmatn" w:hAnsi="Vazirmatn" w:cs="Vazirmatn"/>
                        <w:sz w:val="16"/>
                        <w:szCs w:val="16"/>
                        <w:rtl/>
                      </w:rPr>
                      <w:t>شماره :</w:t>
                    </w:r>
                    <w:r w:rsidRPr="004F1BB0">
                      <w:rPr>
                        <w:rFonts w:ascii="Vazirmatn" w:hAnsi="Vazirmatn" w:cs="Vazirmatn"/>
                        <w:sz w:val="16"/>
                        <w:szCs w:val="16"/>
                        <w:rtl/>
                      </w:rPr>
                      <w:br/>
                      <w:t>تاریخ :</w:t>
                    </w:r>
                  </w:p>
                </w:txbxContent>
              </v:textbox>
              <w10:wrap anchory="page"/>
            </v:shape>
          </w:pict>
        </mc:Fallback>
      </mc:AlternateContent>
    </w:r>
    <w:bookmarkStart w:id="0" w:name="_GoBack"/>
    <w:r>
      <w:rPr>
        <w:noProof/>
      </w:rPr>
      <w:drawing>
        <wp:anchor distT="0" distB="0" distL="114300" distR="114300" simplePos="0" relativeHeight="251660288" behindDoc="1" locked="0" layoutInCell="1" allowOverlap="1" wp14:anchorId="54D056D2" wp14:editId="45CD5E0A">
          <wp:simplePos x="0" y="0"/>
          <wp:positionH relativeFrom="page">
            <wp:align>left</wp:align>
          </wp:positionH>
          <wp:positionV relativeFrom="paragraph">
            <wp:posOffset>-453860</wp:posOffset>
          </wp:positionV>
          <wp:extent cx="7560000" cy="90360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pehrAsam-A4-Fa-U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7CD71" w14:textId="77777777" w:rsidR="00D5335D" w:rsidRDefault="00D533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gutterAtTop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517"/>
    <w:rsid w:val="0022341E"/>
    <w:rsid w:val="004E5517"/>
    <w:rsid w:val="004F1BB0"/>
    <w:rsid w:val="009456DB"/>
    <w:rsid w:val="00964581"/>
    <w:rsid w:val="00A7191D"/>
    <w:rsid w:val="00B56BE5"/>
    <w:rsid w:val="00D5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7FB1922A"/>
  <w15:chartTrackingRefBased/>
  <w15:docId w15:val="{E857EF55-1821-429C-8625-B8DF2178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BB0"/>
  </w:style>
  <w:style w:type="paragraph" w:styleId="Footer">
    <w:name w:val="footer"/>
    <w:basedOn w:val="Normal"/>
    <w:link w:val="FooterChar"/>
    <w:uiPriority w:val="99"/>
    <w:unhideWhenUsed/>
    <w:rsid w:val="004F1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1_%20RezaKG\Sepehr%20Asam%20Novin\Final\Digital%20Set\SepehrAsam-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SepehrAsam-Temp.dotx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reza kargozar</cp:lastModifiedBy>
  <cp:revision>2</cp:revision>
  <cp:lastPrinted>2023-12-16T13:29:00Z</cp:lastPrinted>
  <dcterms:created xsi:type="dcterms:W3CDTF">2023-12-16T13:37:00Z</dcterms:created>
  <dcterms:modified xsi:type="dcterms:W3CDTF">2023-12-31T06:18:00Z</dcterms:modified>
</cp:coreProperties>
</file>